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C34" w:rsidRDefault="00236C34" w:rsidP="00236C3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4.02.2020, Nr 3</w:t>
      </w:r>
    </w:p>
    <w:p w:rsidR="00236C34" w:rsidRDefault="00236C34" w:rsidP="00236C34">
      <w:pPr>
        <w:spacing w:line="360" w:lineRule="auto"/>
        <w:rPr>
          <w:rFonts w:ascii="Times New Roman" w:hAnsi="Times New Roman" w:cs="Times New Roman"/>
          <w:sz w:val="28"/>
          <w:szCs w:val="28"/>
          <w:lang w:val="et-EE"/>
        </w:rPr>
      </w:pPr>
    </w:p>
    <w:p w:rsidR="00236C34" w:rsidRPr="00236C34" w:rsidRDefault="00236C34" w:rsidP="00236C34">
      <w:pPr>
        <w:spacing w:line="360" w:lineRule="auto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Austatud kultuuriminister</w:t>
      </w:r>
    </w:p>
    <w:p w:rsidR="00236C34" w:rsidRDefault="00236C34" w:rsidP="00236C34">
      <w:pPr>
        <w:spacing w:line="360" w:lineRule="auto"/>
        <w:rPr>
          <w:rFonts w:ascii="Times New Roman" w:hAnsi="Times New Roman" w:cs="Times New Roman"/>
          <w:sz w:val="28"/>
          <w:szCs w:val="28"/>
          <w:lang w:val="et-EE"/>
        </w:rPr>
      </w:pPr>
    </w:p>
    <w:p w:rsidR="00236C34" w:rsidRPr="00236C34" w:rsidRDefault="00236C34" w:rsidP="00236C34">
      <w:pPr>
        <w:spacing w:line="360" w:lineRule="auto"/>
        <w:rPr>
          <w:rFonts w:ascii="Times New Roman" w:hAnsi="Times New Roman" w:cs="Times New Roman"/>
          <w:sz w:val="28"/>
          <w:szCs w:val="28"/>
          <w:lang w:val="et-EE"/>
        </w:rPr>
      </w:pPr>
    </w:p>
    <w:p w:rsidR="00236C34" w:rsidRPr="00236C34" w:rsidRDefault="00236C34" w:rsidP="005571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t-EE"/>
        </w:rPr>
      </w:pPr>
      <w:r w:rsidRPr="00236C34">
        <w:rPr>
          <w:rFonts w:ascii="Times New Roman" w:hAnsi="Times New Roman" w:cs="Times New Roman"/>
          <w:sz w:val="28"/>
          <w:szCs w:val="28"/>
          <w:lang w:val="et-EE"/>
        </w:rPr>
        <w:t>Eesti Kirjanike Liit palub pikendada Sihtasutus Kultuurileht nõukogu praeguse liikme Tiit Aleksejevi mandaati järgmiseks kolmeaastaseks perioodiks. Kinnitame, et Tiit Aleksejev vastab riigi asutatud sihtasutuse nõukogu liikmele esitatud nõuetele.</w:t>
      </w:r>
    </w:p>
    <w:p w:rsidR="00236C34" w:rsidRDefault="00236C34" w:rsidP="00236C34">
      <w:pPr>
        <w:spacing w:line="360" w:lineRule="auto"/>
        <w:rPr>
          <w:rFonts w:ascii="Times New Roman" w:hAnsi="Times New Roman" w:cs="Times New Roman"/>
          <w:sz w:val="28"/>
          <w:szCs w:val="28"/>
          <w:lang w:val="et-EE"/>
        </w:rPr>
      </w:pPr>
    </w:p>
    <w:p w:rsidR="00236C34" w:rsidRDefault="00236C34" w:rsidP="00236C34">
      <w:pPr>
        <w:spacing w:line="360" w:lineRule="auto"/>
        <w:rPr>
          <w:rFonts w:ascii="Times New Roman" w:hAnsi="Times New Roman" w:cs="Times New Roman"/>
          <w:sz w:val="28"/>
          <w:szCs w:val="28"/>
          <w:lang w:val="et-EE"/>
        </w:rPr>
      </w:pPr>
    </w:p>
    <w:p w:rsidR="007B6684" w:rsidRPr="00236C34" w:rsidRDefault="007B6684" w:rsidP="00236C34">
      <w:pPr>
        <w:spacing w:line="360" w:lineRule="auto"/>
        <w:rPr>
          <w:rFonts w:ascii="Times New Roman" w:hAnsi="Times New Roman" w:cs="Times New Roman"/>
          <w:sz w:val="28"/>
          <w:szCs w:val="28"/>
          <w:lang w:val="et-EE"/>
        </w:rPr>
      </w:pPr>
      <w:bookmarkStart w:id="0" w:name="_GoBack"/>
      <w:bookmarkEnd w:id="0"/>
    </w:p>
    <w:p w:rsidR="00236C34" w:rsidRPr="00236C34" w:rsidRDefault="007B6684" w:rsidP="00236C34">
      <w:pPr>
        <w:spacing w:line="360" w:lineRule="auto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Lugupidamisega</w:t>
      </w:r>
    </w:p>
    <w:p w:rsidR="00236C34" w:rsidRDefault="00236C34" w:rsidP="00236C34">
      <w:pPr>
        <w:spacing w:line="360" w:lineRule="auto"/>
        <w:rPr>
          <w:rFonts w:ascii="Times New Roman" w:hAnsi="Times New Roman" w:cs="Times New Roman"/>
          <w:sz w:val="28"/>
          <w:szCs w:val="28"/>
          <w:lang w:val="et-EE"/>
        </w:rPr>
      </w:pPr>
    </w:p>
    <w:p w:rsidR="00236C34" w:rsidRPr="00236C34" w:rsidRDefault="00236C34" w:rsidP="00236C34">
      <w:pPr>
        <w:spacing w:line="360" w:lineRule="auto"/>
        <w:rPr>
          <w:rFonts w:ascii="Times New Roman" w:hAnsi="Times New Roman" w:cs="Times New Roman"/>
          <w:sz w:val="28"/>
          <w:szCs w:val="28"/>
          <w:lang w:val="et-EE"/>
        </w:rPr>
      </w:pPr>
    </w:p>
    <w:p w:rsidR="00EA1323" w:rsidRDefault="00236C34" w:rsidP="00236C34">
      <w:pPr>
        <w:spacing w:line="360" w:lineRule="auto"/>
        <w:rPr>
          <w:rFonts w:ascii="Times New Roman" w:hAnsi="Times New Roman" w:cs="Times New Roman"/>
          <w:sz w:val="28"/>
          <w:szCs w:val="28"/>
          <w:lang w:val="et-EE"/>
        </w:rPr>
      </w:pPr>
      <w:r w:rsidRPr="00236C34">
        <w:rPr>
          <w:rFonts w:ascii="Times New Roman" w:hAnsi="Times New Roman" w:cs="Times New Roman"/>
          <w:sz w:val="28"/>
          <w:szCs w:val="28"/>
          <w:lang w:val="et-EE"/>
        </w:rPr>
        <w:t>Ingrid</w:t>
      </w:r>
      <w:r>
        <w:rPr>
          <w:rFonts w:ascii="Times New Roman" w:hAnsi="Times New Roman" w:cs="Times New Roman"/>
          <w:sz w:val="28"/>
          <w:szCs w:val="28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t-EE"/>
        </w:rPr>
        <w:t>Velbaum-Staub</w:t>
      </w:r>
      <w:proofErr w:type="spellEnd"/>
    </w:p>
    <w:p w:rsidR="00236C34" w:rsidRPr="00236C34" w:rsidRDefault="00236C34" w:rsidP="00236C34">
      <w:pPr>
        <w:spacing w:line="360" w:lineRule="auto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EKL juhatuse liige</w:t>
      </w:r>
    </w:p>
    <w:sectPr w:rsidR="00236C34" w:rsidRPr="00236C34" w:rsidSect="00751978">
      <w:headerReference w:type="default" r:id="rId9"/>
      <w:footerReference w:type="default" r:id="rId10"/>
      <w:pgSz w:w="11900" w:h="16840"/>
      <w:pgMar w:top="2835" w:right="907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3B4" w:rsidRDefault="000103B4" w:rsidP="00751978">
      <w:r>
        <w:separator/>
      </w:r>
    </w:p>
  </w:endnote>
  <w:endnote w:type="continuationSeparator" w:id="0">
    <w:p w:rsidR="000103B4" w:rsidRDefault="000103B4" w:rsidP="00751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978" w:rsidRDefault="00751978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0A27A7" wp14:editId="02A014F4">
          <wp:simplePos x="0" y="0"/>
          <wp:positionH relativeFrom="page">
            <wp:posOffset>0</wp:posOffset>
          </wp:positionH>
          <wp:positionV relativeFrom="page">
            <wp:posOffset>9865360</wp:posOffset>
          </wp:positionV>
          <wp:extent cx="7545600" cy="90000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KL plank 2016 AK ala 0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3B4" w:rsidRDefault="000103B4" w:rsidP="00751978">
      <w:r>
        <w:separator/>
      </w:r>
    </w:p>
  </w:footnote>
  <w:footnote w:type="continuationSeparator" w:id="0">
    <w:p w:rsidR="000103B4" w:rsidRDefault="000103B4" w:rsidP="00751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978" w:rsidRDefault="0075197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681E2D8" wp14:editId="3FE8337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800" cy="1800000"/>
          <wp:effectExtent l="0" t="0" r="0" b="3810"/>
          <wp:wrapSquare wrapText="bothSides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KL plank 2016 AK üla 0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94B3E"/>
    <w:multiLevelType w:val="hybridMultilevel"/>
    <w:tmpl w:val="4FBE91AA"/>
    <w:lvl w:ilvl="0" w:tplc="042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DC"/>
    <w:rsid w:val="0000517A"/>
    <w:rsid w:val="000103B4"/>
    <w:rsid w:val="00077379"/>
    <w:rsid w:val="00081189"/>
    <w:rsid w:val="00084F7B"/>
    <w:rsid w:val="000B0ED6"/>
    <w:rsid w:val="000C5526"/>
    <w:rsid w:val="000E1AC6"/>
    <w:rsid w:val="001063F6"/>
    <w:rsid w:val="00122433"/>
    <w:rsid w:val="00136145"/>
    <w:rsid w:val="0013693B"/>
    <w:rsid w:val="00157730"/>
    <w:rsid w:val="00236C34"/>
    <w:rsid w:val="00245427"/>
    <w:rsid w:val="00312E75"/>
    <w:rsid w:val="00381887"/>
    <w:rsid w:val="003F1EA9"/>
    <w:rsid w:val="0041764C"/>
    <w:rsid w:val="00452CEA"/>
    <w:rsid w:val="0046132E"/>
    <w:rsid w:val="0048094E"/>
    <w:rsid w:val="004B387A"/>
    <w:rsid w:val="004C7B09"/>
    <w:rsid w:val="00557138"/>
    <w:rsid w:val="006125A5"/>
    <w:rsid w:val="006239F8"/>
    <w:rsid w:val="006575C1"/>
    <w:rsid w:val="00661766"/>
    <w:rsid w:val="006D2067"/>
    <w:rsid w:val="00751978"/>
    <w:rsid w:val="007A5B6B"/>
    <w:rsid w:val="007B6684"/>
    <w:rsid w:val="008212B6"/>
    <w:rsid w:val="00894E89"/>
    <w:rsid w:val="008D3778"/>
    <w:rsid w:val="00AE0719"/>
    <w:rsid w:val="00B03E65"/>
    <w:rsid w:val="00B50ED1"/>
    <w:rsid w:val="00B67CAF"/>
    <w:rsid w:val="00B76409"/>
    <w:rsid w:val="00B8653F"/>
    <w:rsid w:val="00BB4CDB"/>
    <w:rsid w:val="00C578AD"/>
    <w:rsid w:val="00C84A84"/>
    <w:rsid w:val="00C92A0C"/>
    <w:rsid w:val="00CC6E02"/>
    <w:rsid w:val="00CD167F"/>
    <w:rsid w:val="00D1336F"/>
    <w:rsid w:val="00D74758"/>
    <w:rsid w:val="00D871A7"/>
    <w:rsid w:val="00D94176"/>
    <w:rsid w:val="00DA206B"/>
    <w:rsid w:val="00E312B9"/>
    <w:rsid w:val="00EA1323"/>
    <w:rsid w:val="00F31342"/>
    <w:rsid w:val="00F66DDC"/>
    <w:rsid w:val="00F67816"/>
    <w:rsid w:val="00F96597"/>
    <w:rsid w:val="00FF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DDC"/>
    <w:rPr>
      <w:rFonts w:eastAsiaTheme="minorEastAsia"/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978"/>
    <w:pPr>
      <w:tabs>
        <w:tab w:val="center" w:pos="4680"/>
        <w:tab w:val="right" w:pos="9360"/>
      </w:tabs>
    </w:pPr>
    <w:rPr>
      <w:rFonts w:eastAsiaTheme="minorHAns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51978"/>
  </w:style>
  <w:style w:type="paragraph" w:styleId="Footer">
    <w:name w:val="footer"/>
    <w:basedOn w:val="Normal"/>
    <w:link w:val="FooterChar"/>
    <w:uiPriority w:val="99"/>
    <w:unhideWhenUsed/>
    <w:rsid w:val="00751978"/>
    <w:pPr>
      <w:tabs>
        <w:tab w:val="center" w:pos="4680"/>
        <w:tab w:val="right" w:pos="9360"/>
      </w:tabs>
    </w:pPr>
    <w:rPr>
      <w:rFonts w:eastAsiaTheme="minorHAns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5197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6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t-EE"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6145"/>
    <w:rPr>
      <w:rFonts w:ascii="Courier New" w:eastAsia="Times New Roman" w:hAnsi="Courier New" w:cs="Courier New"/>
      <w:sz w:val="20"/>
      <w:szCs w:val="20"/>
      <w:lang w:val="et-EE" w:eastAsia="et-EE"/>
    </w:rPr>
  </w:style>
  <w:style w:type="paragraph" w:customStyle="1" w:styleId="PreformattedText">
    <w:name w:val="Preformatted Text"/>
    <w:basedOn w:val="Normal"/>
    <w:rsid w:val="00D871A7"/>
    <w:pPr>
      <w:suppressAutoHyphens/>
    </w:pPr>
    <w:rPr>
      <w:rFonts w:ascii="Courier New" w:eastAsia="NSimSun" w:hAnsi="Courier New" w:cs="Courier New"/>
      <w:sz w:val="20"/>
      <w:szCs w:val="20"/>
      <w:lang w:val="en-GB" w:eastAsia="zh-CN"/>
    </w:rPr>
  </w:style>
  <w:style w:type="character" w:styleId="Strong">
    <w:name w:val="Strong"/>
    <w:basedOn w:val="DefaultParagraphFont"/>
    <w:uiPriority w:val="22"/>
    <w:qFormat/>
    <w:rsid w:val="003F1EA9"/>
    <w:rPr>
      <w:b/>
      <w:bCs/>
    </w:rPr>
  </w:style>
  <w:style w:type="paragraph" w:styleId="ListParagraph">
    <w:name w:val="List Paragraph"/>
    <w:basedOn w:val="Normal"/>
    <w:uiPriority w:val="34"/>
    <w:qFormat/>
    <w:rsid w:val="00081189"/>
    <w:pPr>
      <w:suppressAutoHyphens/>
      <w:ind w:left="720"/>
      <w:contextualSpacing/>
    </w:pPr>
    <w:rPr>
      <w:rFonts w:ascii="Arial" w:eastAsia="Times New Roman" w:hAnsi="Arial" w:cs="Arial"/>
      <w:sz w:val="22"/>
      <w:lang w:val="et-EE" w:eastAsia="zh-CN"/>
    </w:rPr>
  </w:style>
  <w:style w:type="character" w:customStyle="1" w:styleId="st">
    <w:name w:val="st"/>
    <w:basedOn w:val="DefaultParagraphFont"/>
    <w:rsid w:val="00EA1323"/>
  </w:style>
  <w:style w:type="character" w:styleId="Emphasis">
    <w:name w:val="Emphasis"/>
    <w:basedOn w:val="DefaultParagraphFont"/>
    <w:uiPriority w:val="20"/>
    <w:qFormat/>
    <w:rsid w:val="00EA13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DDC"/>
    <w:rPr>
      <w:rFonts w:eastAsiaTheme="minorEastAsia"/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978"/>
    <w:pPr>
      <w:tabs>
        <w:tab w:val="center" w:pos="4680"/>
        <w:tab w:val="right" w:pos="9360"/>
      </w:tabs>
    </w:pPr>
    <w:rPr>
      <w:rFonts w:eastAsiaTheme="minorHAns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51978"/>
  </w:style>
  <w:style w:type="paragraph" w:styleId="Footer">
    <w:name w:val="footer"/>
    <w:basedOn w:val="Normal"/>
    <w:link w:val="FooterChar"/>
    <w:uiPriority w:val="99"/>
    <w:unhideWhenUsed/>
    <w:rsid w:val="00751978"/>
    <w:pPr>
      <w:tabs>
        <w:tab w:val="center" w:pos="4680"/>
        <w:tab w:val="right" w:pos="9360"/>
      </w:tabs>
    </w:pPr>
    <w:rPr>
      <w:rFonts w:eastAsiaTheme="minorHAns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5197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6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t-EE"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6145"/>
    <w:rPr>
      <w:rFonts w:ascii="Courier New" w:eastAsia="Times New Roman" w:hAnsi="Courier New" w:cs="Courier New"/>
      <w:sz w:val="20"/>
      <w:szCs w:val="20"/>
      <w:lang w:val="et-EE" w:eastAsia="et-EE"/>
    </w:rPr>
  </w:style>
  <w:style w:type="paragraph" w:customStyle="1" w:styleId="PreformattedText">
    <w:name w:val="Preformatted Text"/>
    <w:basedOn w:val="Normal"/>
    <w:rsid w:val="00D871A7"/>
    <w:pPr>
      <w:suppressAutoHyphens/>
    </w:pPr>
    <w:rPr>
      <w:rFonts w:ascii="Courier New" w:eastAsia="NSimSun" w:hAnsi="Courier New" w:cs="Courier New"/>
      <w:sz w:val="20"/>
      <w:szCs w:val="20"/>
      <w:lang w:val="en-GB" w:eastAsia="zh-CN"/>
    </w:rPr>
  </w:style>
  <w:style w:type="character" w:styleId="Strong">
    <w:name w:val="Strong"/>
    <w:basedOn w:val="DefaultParagraphFont"/>
    <w:uiPriority w:val="22"/>
    <w:qFormat/>
    <w:rsid w:val="003F1EA9"/>
    <w:rPr>
      <w:b/>
      <w:bCs/>
    </w:rPr>
  </w:style>
  <w:style w:type="paragraph" w:styleId="ListParagraph">
    <w:name w:val="List Paragraph"/>
    <w:basedOn w:val="Normal"/>
    <w:uiPriority w:val="34"/>
    <w:qFormat/>
    <w:rsid w:val="00081189"/>
    <w:pPr>
      <w:suppressAutoHyphens/>
      <w:ind w:left="720"/>
      <w:contextualSpacing/>
    </w:pPr>
    <w:rPr>
      <w:rFonts w:ascii="Arial" w:eastAsia="Times New Roman" w:hAnsi="Arial" w:cs="Arial"/>
      <w:sz w:val="22"/>
      <w:lang w:val="et-EE" w:eastAsia="zh-CN"/>
    </w:rPr>
  </w:style>
  <w:style w:type="character" w:customStyle="1" w:styleId="st">
    <w:name w:val="st"/>
    <w:basedOn w:val="DefaultParagraphFont"/>
    <w:rsid w:val="00EA1323"/>
  </w:style>
  <w:style w:type="character" w:styleId="Emphasis">
    <w:name w:val="Emphasis"/>
    <w:basedOn w:val="DefaultParagraphFont"/>
    <w:uiPriority w:val="20"/>
    <w:qFormat/>
    <w:rsid w:val="00EA13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9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grid\EKL_kirjaplank_0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3198514-5E04-4E85-85FF-F9437E863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EKL_kirjaplank_002.dotx</Template>
  <TotalTime>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</dc:creator>
  <cp:lastModifiedBy>Ingrid</cp:lastModifiedBy>
  <cp:revision>4</cp:revision>
  <cp:lastPrinted>2016-11-03T11:43:00Z</cp:lastPrinted>
  <dcterms:created xsi:type="dcterms:W3CDTF">2020-02-04T15:16:00Z</dcterms:created>
  <dcterms:modified xsi:type="dcterms:W3CDTF">2020-02-04T15:18:00Z</dcterms:modified>
</cp:coreProperties>
</file>